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4E23C" w14:textId="77777777" w:rsidR="00AE1D1C" w:rsidRPr="00C9644A" w:rsidRDefault="00AE1D1C" w:rsidP="00AE1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t>KRYCÍ LIST NABÍDKY</w:t>
      </w:r>
    </w:p>
    <w:p w14:paraId="4B3807E4" w14:textId="77777777" w:rsidR="00AE1D1C" w:rsidRPr="00AE1D1C" w:rsidRDefault="00AE1D1C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3F93857A" w14:textId="77777777" w:rsidR="0018354E" w:rsidRDefault="0018354E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29E222DF" w14:textId="16FB87EF" w:rsidR="0005589A" w:rsidRPr="00F31BD4" w:rsidRDefault="00EB2E59" w:rsidP="0005589A">
      <w:pPr>
        <w:jc w:val="center"/>
        <w:rPr>
          <w:rFonts w:ascii="Arial Black" w:hAnsi="Arial Black" w:cs="Calibri"/>
          <w:sz w:val="28"/>
          <w:szCs w:val="28"/>
        </w:rPr>
      </w:pPr>
      <w:r w:rsidRPr="005C220C">
        <w:rPr>
          <w:rFonts w:ascii="Arial Black" w:hAnsi="Arial Black"/>
          <w:sz w:val="36"/>
          <w:szCs w:val="36"/>
        </w:rPr>
        <w:t>Zdrojové mosty JIP UNP</w:t>
      </w:r>
    </w:p>
    <w:p w14:paraId="19747662" w14:textId="3399AF2D" w:rsidR="003F0376" w:rsidRPr="0026582A" w:rsidRDefault="003F0376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28"/>
          <w:szCs w:val="28"/>
        </w:rPr>
      </w:pPr>
      <w:r w:rsidRPr="0026582A">
        <w:rPr>
          <w:rFonts w:ascii="Arial Black" w:hAnsi="Arial Black"/>
          <w:b/>
          <w:color w:val="0070C0"/>
          <w:sz w:val="28"/>
          <w:szCs w:val="28"/>
        </w:rPr>
        <w:t xml:space="preserve"> </w:t>
      </w:r>
    </w:p>
    <w:p w14:paraId="23EE5802" w14:textId="77777777" w:rsidR="004237FF" w:rsidRPr="004237FF" w:rsidRDefault="004237FF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E4269C" w:rsidRPr="00BE2BA7" w14:paraId="315FFF0A" w14:textId="77777777" w:rsidTr="004237F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065E" w14:textId="77777777" w:rsidR="00E4269C" w:rsidRPr="00121E65" w:rsidRDefault="00121E65" w:rsidP="0018354E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</w:t>
            </w:r>
            <w:r w:rsidR="0018354E">
              <w:rPr>
                <w:rFonts w:ascii="Arial" w:hAnsi="Arial" w:cs="Arial"/>
                <w:b/>
                <w:color w:val="7F7F7F"/>
                <w:sz w:val="24"/>
              </w:rPr>
              <w:t xml:space="preserve">ZADÁVACÍHO </w:t>
            </w:r>
            <w:r>
              <w:rPr>
                <w:rFonts w:ascii="Arial" w:hAnsi="Arial" w:cs="Arial"/>
                <w:b/>
                <w:color w:val="7F7F7F"/>
                <w:sz w:val="24"/>
              </w:rPr>
              <w:t xml:space="preserve">ŘÍZENÍ </w:t>
            </w:r>
            <w:r w:rsidR="00E4269C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FC1F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494D6297" w14:textId="77777777" w:rsidTr="004237F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EAF0" w14:textId="77777777" w:rsidR="00E4269C" w:rsidRPr="001C0061" w:rsidRDefault="00E4269C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28CDDE3" w14:textId="77777777" w:rsidR="00E4269C" w:rsidRPr="004237FF" w:rsidRDefault="00E4269C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277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18354E" w:rsidRPr="00BE2BA7" w14:paraId="2363DABD" w14:textId="77777777" w:rsidTr="00626155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2002" w14:textId="77777777" w:rsidR="0018354E" w:rsidRPr="001C0061" w:rsidRDefault="0018354E" w:rsidP="004237F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CED0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AC20" w14:textId="77777777" w:rsidR="0018354E" w:rsidRPr="0018354E" w:rsidRDefault="0018354E" w:rsidP="0018354E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01B2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</w:tr>
      <w:tr w:rsidR="00626155" w:rsidRPr="00BE2BA7" w14:paraId="47D9BB60" w14:textId="77777777" w:rsidTr="00626155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4CAB" w14:textId="77777777" w:rsidR="00626155" w:rsidRPr="001C0061" w:rsidRDefault="00626155" w:rsidP="0004672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04F4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D66" w14:textId="77777777" w:rsidR="00626155" w:rsidRPr="00BE2BA7" w:rsidRDefault="00626155" w:rsidP="0062615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83D7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</w:tr>
    </w:tbl>
    <w:p w14:paraId="06F63DDA" w14:textId="77777777" w:rsidR="0018354E" w:rsidRDefault="0018354E" w:rsidP="00B4612C">
      <w:pPr>
        <w:rPr>
          <w:rFonts w:ascii="Arial" w:hAnsi="Arial" w:cs="Arial"/>
          <w:b/>
        </w:rPr>
      </w:pPr>
    </w:p>
    <w:p w14:paraId="2FAF7DDB" w14:textId="77777777" w:rsidR="0018354E" w:rsidRDefault="0018354E" w:rsidP="00B4612C">
      <w:pPr>
        <w:rPr>
          <w:rFonts w:ascii="Arial" w:hAnsi="Arial" w:cs="Arial"/>
          <w:b/>
        </w:rPr>
      </w:pPr>
    </w:p>
    <w:p w14:paraId="7A7C1418" w14:textId="581C8B31" w:rsidR="00AE1D1C" w:rsidRPr="004237FF" w:rsidRDefault="00E4269C" w:rsidP="00C61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 w:rsidR="00D5331C">
        <w:rPr>
          <w:rFonts w:ascii="Arial" w:hAnsi="Arial" w:cs="Arial"/>
          <w:b/>
        </w:rPr>
        <w:t xml:space="preserve">ELEKTRONICKOU </w:t>
      </w:r>
      <w:r w:rsidR="00497AAC">
        <w:rPr>
          <w:rFonts w:ascii="Arial" w:hAnsi="Arial" w:cs="Arial"/>
          <w:b/>
        </w:rPr>
        <w:t xml:space="preserve">KOMUNIKACI </w:t>
      </w:r>
      <w:r w:rsidRPr="004237FF">
        <w:rPr>
          <w:rFonts w:ascii="Arial" w:hAnsi="Arial" w:cs="Arial"/>
          <w:b/>
        </w:rPr>
        <w:t xml:space="preserve">MEZI ZADAVATELEM A </w:t>
      </w:r>
      <w:r w:rsidR="008E2123">
        <w:rPr>
          <w:rFonts w:ascii="Arial" w:hAnsi="Arial" w:cs="Arial"/>
          <w:b/>
        </w:rPr>
        <w:t>ÚČASTNÍKEM</w:t>
      </w:r>
      <w:r w:rsidR="00B4612C" w:rsidRPr="004237FF">
        <w:rPr>
          <w:rFonts w:ascii="Arial" w:hAnsi="Arial" w:cs="Arial"/>
          <w:b/>
        </w:rPr>
        <w:t xml:space="preserve"> </w:t>
      </w:r>
      <w:r w:rsidR="0018354E"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E4269C" w:rsidRPr="00BE2BA7" w14:paraId="356FD086" w14:textId="77777777" w:rsidTr="004237F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DF3F" w14:textId="77777777" w:rsidR="00E4269C" w:rsidRPr="001C0061" w:rsidRDefault="00C9644A" w:rsidP="00C9644A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378D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4709453" w14:textId="77777777" w:rsidTr="004237F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7647" w14:textId="77777777" w:rsidR="004237FF" w:rsidRPr="001C0061" w:rsidRDefault="004237FF" w:rsidP="004900CA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="00626155" w:rsidRPr="00626155">
              <w:rPr>
                <w:rStyle w:val="Znakapoznpodarou"/>
                <w:rFonts w:ascii="Arial" w:hAnsi="Arial" w:cs="Arial"/>
                <w:sz w:val="24"/>
              </w:rPr>
              <w:footnoteReference w:id="1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5438" w14:textId="77777777" w:rsidR="004237FF" w:rsidRPr="00BE2BA7" w:rsidRDefault="004237FF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1268C22B" w14:textId="77777777" w:rsidTr="00A9144B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25E5" w14:textId="77777777" w:rsidR="00E4269C" w:rsidRPr="001C0061" w:rsidRDefault="00E4269C" w:rsidP="00626155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91D7" w14:textId="77777777" w:rsidR="00E4269C" w:rsidRPr="00121E65" w:rsidRDefault="00E4269C" w:rsidP="00C67729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 xml:space="preserve">Doručení písemnosti na uvedenou </w:t>
            </w:r>
            <w:r w:rsidR="0018354E"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adresu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 nebo do datové schránky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se považuje za doručení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účastníkovi </w:t>
            </w:r>
            <w:r w:rsidR="00626155">
              <w:rPr>
                <w:rFonts w:ascii="Arial" w:hAnsi="Arial" w:cs="Arial"/>
                <w:sz w:val="18"/>
                <w:szCs w:val="18"/>
              </w:rPr>
              <w:t xml:space="preserve">zadávacího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>řízení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7EDB606" w14:textId="77777777" w:rsidR="00A53C40" w:rsidRDefault="00A53C40" w:rsidP="00AE1D1C">
      <w:pPr>
        <w:rPr>
          <w:rFonts w:ascii="Arial" w:hAnsi="Arial" w:cs="Arial"/>
          <w:b/>
        </w:rPr>
      </w:pPr>
    </w:p>
    <w:p w14:paraId="556CEC2E" w14:textId="77777777" w:rsidR="0018354E" w:rsidRDefault="0018354E" w:rsidP="00AE1D1C">
      <w:pPr>
        <w:rPr>
          <w:rFonts w:ascii="Arial" w:hAnsi="Arial" w:cs="Arial"/>
          <w:b/>
        </w:rPr>
      </w:pPr>
    </w:p>
    <w:p w14:paraId="56EEEF09" w14:textId="3525DC24" w:rsidR="00C67729" w:rsidRDefault="00C67729">
      <w:pPr>
        <w:rPr>
          <w:rFonts w:ascii="Arial" w:hAnsi="Arial" w:cs="Arial"/>
          <w:i/>
        </w:rPr>
      </w:pPr>
    </w:p>
    <w:p w14:paraId="087B2B38" w14:textId="7835CA86" w:rsidR="001A791E" w:rsidRDefault="001A791E">
      <w:pPr>
        <w:rPr>
          <w:rFonts w:ascii="Arial" w:hAnsi="Arial" w:cs="Arial"/>
          <w:i/>
        </w:rPr>
      </w:pPr>
    </w:p>
    <w:p w14:paraId="42A765F3" w14:textId="2AFEEB14" w:rsidR="001A791E" w:rsidRDefault="001A791E">
      <w:pPr>
        <w:rPr>
          <w:rFonts w:ascii="Arial" w:hAnsi="Arial" w:cs="Arial"/>
          <w:i/>
        </w:rPr>
      </w:pPr>
    </w:p>
    <w:p w14:paraId="108D22E7" w14:textId="1180BA15" w:rsidR="001A791E" w:rsidRDefault="001A791E">
      <w:pPr>
        <w:rPr>
          <w:rFonts w:ascii="Arial" w:hAnsi="Arial" w:cs="Arial"/>
          <w:i/>
        </w:rPr>
      </w:pPr>
    </w:p>
    <w:p w14:paraId="126F7A05" w14:textId="59A8C2BE" w:rsidR="001A791E" w:rsidRDefault="001A791E">
      <w:pPr>
        <w:rPr>
          <w:rFonts w:ascii="Arial" w:hAnsi="Arial" w:cs="Arial"/>
          <w:i/>
        </w:rPr>
      </w:pPr>
    </w:p>
    <w:p w14:paraId="3A43E451" w14:textId="599AC37A" w:rsidR="001A791E" w:rsidRDefault="001A791E">
      <w:pPr>
        <w:rPr>
          <w:rFonts w:ascii="Arial" w:hAnsi="Arial" w:cs="Arial"/>
          <w:i/>
        </w:rPr>
      </w:pPr>
    </w:p>
    <w:p w14:paraId="214A072C" w14:textId="77777777" w:rsidR="001A791E" w:rsidRDefault="001A791E">
      <w:pPr>
        <w:rPr>
          <w:rFonts w:ascii="Arial" w:hAnsi="Arial" w:cs="Arial"/>
          <w:i/>
        </w:rPr>
      </w:pPr>
    </w:p>
    <w:p w14:paraId="27550570" w14:textId="77777777" w:rsidR="001A20D6" w:rsidRDefault="00121E6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03BE5303" w14:textId="77777777" w:rsidR="00E25BA4" w:rsidRDefault="00E25BA4">
      <w:pPr>
        <w:rPr>
          <w:rFonts w:ascii="Arial" w:hAnsi="Arial" w:cs="Arial"/>
          <w:sz w:val="24"/>
        </w:rPr>
      </w:pPr>
    </w:p>
    <w:p w14:paraId="37834BD8" w14:textId="77777777" w:rsidR="00617776" w:rsidRDefault="00617776">
      <w:pPr>
        <w:rPr>
          <w:rFonts w:ascii="Arial" w:hAnsi="Arial" w:cs="Arial"/>
          <w:sz w:val="24"/>
        </w:rPr>
      </w:pPr>
    </w:p>
    <w:p w14:paraId="43016852" w14:textId="77777777" w:rsidR="00E25BA4" w:rsidRDefault="00E25BA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280BFD3D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EFED2C4" w14:textId="77777777" w:rsidR="00E4269C" w:rsidRDefault="009D4F1B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18354E">
        <w:rPr>
          <w:rFonts w:ascii="Arial" w:hAnsi="Arial" w:cs="Arial"/>
          <w:b/>
          <w:i/>
          <w:sz w:val="24"/>
          <w:u w:val="single"/>
        </w:rPr>
        <w:t xml:space="preserve">odpis </w:t>
      </w:r>
      <w:r w:rsidR="00C9644A">
        <w:rPr>
          <w:rFonts w:ascii="Arial" w:hAnsi="Arial" w:cs="Arial"/>
          <w:b/>
          <w:i/>
          <w:sz w:val="24"/>
          <w:u w:val="single"/>
        </w:rPr>
        <w:t xml:space="preserve">oprávněné osoby </w:t>
      </w:r>
      <w:r w:rsidR="0018354E">
        <w:rPr>
          <w:rFonts w:ascii="Arial" w:hAnsi="Arial" w:cs="Arial"/>
          <w:b/>
          <w:i/>
          <w:sz w:val="24"/>
          <w:u w:val="single"/>
        </w:rPr>
        <w:t>účastníka zadávacího řízení</w:t>
      </w:r>
      <w:r w:rsidR="00626155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2"/>
      </w:r>
      <w:r w:rsidR="0018354E">
        <w:rPr>
          <w:rFonts w:ascii="Arial" w:hAnsi="Arial" w:cs="Arial"/>
          <w:b/>
          <w:i/>
          <w:sz w:val="24"/>
          <w:u w:val="single"/>
        </w:rPr>
        <w:t xml:space="preserve"> </w:t>
      </w:r>
      <w:r w:rsidR="004237FF" w:rsidRPr="00121E65">
        <w:rPr>
          <w:rFonts w:ascii="Arial" w:hAnsi="Arial" w:cs="Arial"/>
          <w:sz w:val="24"/>
        </w:rPr>
        <w:t xml:space="preserve">   </w:t>
      </w:r>
      <w:r w:rsidR="00121E65" w:rsidRPr="00121E65">
        <w:rPr>
          <w:rFonts w:ascii="Arial" w:hAnsi="Arial" w:cs="Arial"/>
          <w:sz w:val="24"/>
        </w:rPr>
        <w:t xml:space="preserve">   </w:t>
      </w:r>
      <w:r w:rsidR="004237FF" w:rsidRPr="00121E65">
        <w:rPr>
          <w:rFonts w:ascii="Arial" w:hAnsi="Arial" w:cs="Arial"/>
          <w:sz w:val="24"/>
        </w:rPr>
        <w:t xml:space="preserve">   </w:t>
      </w:r>
    </w:p>
    <w:p w14:paraId="40E89F97" w14:textId="77777777" w:rsidR="00C9644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lastRenderedPageBreak/>
        <w:t>KRYCÍ LIST NABÍDKY</w:t>
      </w:r>
    </w:p>
    <w:p w14:paraId="373F3D65" w14:textId="77777777" w:rsidR="00C9644A" w:rsidRPr="0026582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Cs/>
        </w:rPr>
      </w:pPr>
      <w:r w:rsidRPr="0026582A">
        <w:rPr>
          <w:rFonts w:ascii="Arial Black" w:hAnsi="Arial Black" w:cs="Arial"/>
          <w:b/>
          <w:bCs/>
        </w:rPr>
        <w:t>(</w:t>
      </w:r>
      <w:r w:rsidRPr="0026582A">
        <w:rPr>
          <w:rFonts w:ascii="Arial Black" w:hAnsi="Arial Black" w:cs="Arial"/>
          <w:bCs/>
        </w:rPr>
        <w:t>použije se pouze v případě společné nabídky více dodavatelů)</w:t>
      </w:r>
    </w:p>
    <w:p w14:paraId="102327DB" w14:textId="77777777" w:rsidR="00C9644A" w:rsidRPr="00AE1D1C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2FBCC012" w14:textId="77777777" w:rsidR="00C9644A" w:rsidRDefault="00C9644A" w:rsidP="00C9644A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3233AF5B" w14:textId="46A8C3AE" w:rsidR="00A00686" w:rsidRPr="00F31BD4" w:rsidRDefault="00EB2E59" w:rsidP="00A00686">
      <w:pPr>
        <w:jc w:val="center"/>
        <w:rPr>
          <w:rFonts w:ascii="Arial Black" w:hAnsi="Arial Black" w:cs="Calibri"/>
          <w:sz w:val="28"/>
          <w:szCs w:val="28"/>
        </w:rPr>
      </w:pPr>
      <w:r w:rsidRPr="005C220C">
        <w:rPr>
          <w:rFonts w:ascii="Arial Black" w:hAnsi="Arial Black"/>
          <w:sz w:val="36"/>
          <w:szCs w:val="36"/>
        </w:rPr>
        <w:t>Zdrojové mosty JIP UNP</w:t>
      </w:r>
    </w:p>
    <w:p w14:paraId="77213F43" w14:textId="1F4B3900" w:rsidR="00C9644A" w:rsidRPr="00810FC9" w:rsidRDefault="0026582A" w:rsidP="0026582A">
      <w:pPr>
        <w:spacing w:line="256" w:lineRule="auto"/>
        <w:ind w:right="51"/>
        <w:jc w:val="center"/>
        <w:rPr>
          <w:rFonts w:ascii="Arial Black" w:hAnsi="Arial Black"/>
          <w:b/>
          <w:sz w:val="28"/>
          <w:szCs w:val="28"/>
        </w:rPr>
      </w:pPr>
      <w:r w:rsidRPr="00810FC9">
        <w:rPr>
          <w:rFonts w:ascii="Arial Black" w:hAnsi="Arial Black"/>
          <w:b/>
          <w:sz w:val="28"/>
          <w:szCs w:val="28"/>
        </w:rPr>
        <w:t xml:space="preserve"> </w:t>
      </w:r>
    </w:p>
    <w:p w14:paraId="5184ED8B" w14:textId="77777777" w:rsidR="00C9644A" w:rsidRPr="004237FF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0331E15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BF3D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1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8DE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BAC634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3A33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16887DB7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8F0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C5444AF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776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B0D0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D69C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D73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8757877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B47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42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ED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2FD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1D9B134C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3E9532D7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0893" w14:textId="77777777" w:rsidR="00C9644A" w:rsidRPr="00121E65" w:rsidRDefault="00C9644A" w:rsidP="00C9644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2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D18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5981E3A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3E7D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2864030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82A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892CC0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37D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0ED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0822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BDA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7D802C2E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7202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94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A01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5D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392BD6B9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42593E7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5457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3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855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B59916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F9C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5D8051BB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D1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3586833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A9E6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AC48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03D3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7BE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7AB5AC2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476B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94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FD25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E4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23C58A76" w14:textId="77777777" w:rsidR="006B4414" w:rsidRPr="008E2123" w:rsidRDefault="006B4414" w:rsidP="006B4414">
      <w:pPr>
        <w:pStyle w:val="Titulek"/>
        <w:rPr>
          <w:sz w:val="16"/>
          <w:szCs w:val="16"/>
        </w:rPr>
      </w:pPr>
      <w:r w:rsidRPr="008E2123">
        <w:rPr>
          <w:sz w:val="16"/>
          <w:szCs w:val="16"/>
        </w:rPr>
        <w:t>Upozornění: počet účastníků v tabulce bude upraven podle skutečného počtu účastníků společné nabídky.</w:t>
      </w:r>
    </w:p>
    <w:p w14:paraId="6C5D9D5E" w14:textId="77777777" w:rsidR="00C9644A" w:rsidRDefault="00C9644A" w:rsidP="00C9644A">
      <w:pPr>
        <w:rPr>
          <w:rFonts w:ascii="Arial" w:hAnsi="Arial" w:cs="Arial"/>
          <w:b/>
        </w:rPr>
      </w:pPr>
    </w:p>
    <w:p w14:paraId="5E6B0A72" w14:textId="77777777" w:rsidR="00C9644A" w:rsidRDefault="00C9644A" w:rsidP="00C9644A">
      <w:pPr>
        <w:rPr>
          <w:rFonts w:ascii="Arial" w:hAnsi="Arial" w:cs="Arial"/>
          <w:b/>
        </w:rPr>
      </w:pPr>
    </w:p>
    <w:p w14:paraId="4B7C9573" w14:textId="77777777" w:rsidR="00C9644A" w:rsidRDefault="00C9644A" w:rsidP="00C9644A">
      <w:pPr>
        <w:rPr>
          <w:rFonts w:ascii="Arial" w:hAnsi="Arial" w:cs="Arial"/>
          <w:b/>
        </w:rPr>
      </w:pPr>
    </w:p>
    <w:p w14:paraId="057E350C" w14:textId="77777777" w:rsidR="00C9644A" w:rsidRDefault="00C9644A" w:rsidP="00C9644A">
      <w:pPr>
        <w:rPr>
          <w:rFonts w:ascii="Arial" w:hAnsi="Arial" w:cs="Arial"/>
          <w:b/>
        </w:rPr>
      </w:pPr>
    </w:p>
    <w:p w14:paraId="55C5BFC9" w14:textId="77777777" w:rsidR="00C9644A" w:rsidRDefault="00C9644A" w:rsidP="00C9644A">
      <w:pPr>
        <w:rPr>
          <w:rFonts w:ascii="Arial" w:hAnsi="Arial" w:cs="Arial"/>
          <w:b/>
        </w:rPr>
      </w:pPr>
    </w:p>
    <w:p w14:paraId="1E5B653A" w14:textId="77777777" w:rsidR="006B4414" w:rsidRDefault="006B4414" w:rsidP="00C9644A">
      <w:pPr>
        <w:rPr>
          <w:rFonts w:ascii="Arial" w:hAnsi="Arial" w:cs="Arial"/>
          <w:b/>
        </w:rPr>
      </w:pPr>
    </w:p>
    <w:p w14:paraId="3347286E" w14:textId="77777777" w:rsidR="006B4414" w:rsidRDefault="006B4414" w:rsidP="00C9644A">
      <w:pPr>
        <w:rPr>
          <w:rFonts w:ascii="Arial" w:hAnsi="Arial" w:cs="Arial"/>
          <w:b/>
        </w:rPr>
      </w:pPr>
    </w:p>
    <w:p w14:paraId="4BE6CCF1" w14:textId="77777777" w:rsidR="006B4414" w:rsidRDefault="006B4414" w:rsidP="00C9644A">
      <w:pPr>
        <w:rPr>
          <w:rFonts w:ascii="Arial" w:hAnsi="Arial" w:cs="Arial"/>
          <w:b/>
        </w:rPr>
      </w:pPr>
    </w:p>
    <w:p w14:paraId="7051103D" w14:textId="77777777" w:rsidR="006B4414" w:rsidRDefault="006B4414" w:rsidP="00C9644A">
      <w:pPr>
        <w:rPr>
          <w:rFonts w:ascii="Arial" w:hAnsi="Arial" w:cs="Arial"/>
          <w:b/>
        </w:rPr>
      </w:pPr>
    </w:p>
    <w:p w14:paraId="70E8FA6E" w14:textId="77777777" w:rsidR="0026582A" w:rsidRDefault="0026582A" w:rsidP="00C9644A">
      <w:pPr>
        <w:rPr>
          <w:rFonts w:ascii="Arial" w:hAnsi="Arial" w:cs="Arial"/>
          <w:b/>
        </w:rPr>
      </w:pPr>
    </w:p>
    <w:p w14:paraId="34DC3AFC" w14:textId="77777777" w:rsidR="0026582A" w:rsidRDefault="0026582A" w:rsidP="00C9644A">
      <w:pPr>
        <w:rPr>
          <w:rFonts w:ascii="Arial" w:hAnsi="Arial" w:cs="Arial"/>
          <w:b/>
        </w:rPr>
      </w:pPr>
    </w:p>
    <w:p w14:paraId="7FCF941C" w14:textId="77777777" w:rsidR="00C9644A" w:rsidRDefault="00C9644A" w:rsidP="00C9644A">
      <w:pPr>
        <w:rPr>
          <w:rFonts w:ascii="Arial" w:hAnsi="Arial" w:cs="Arial"/>
          <w:b/>
        </w:rPr>
      </w:pPr>
    </w:p>
    <w:p w14:paraId="5971E9B6" w14:textId="77777777" w:rsidR="00C9644A" w:rsidRDefault="00C9644A" w:rsidP="00C9644A">
      <w:pPr>
        <w:rPr>
          <w:rFonts w:ascii="Arial" w:hAnsi="Arial" w:cs="Arial"/>
          <w:b/>
        </w:rPr>
      </w:pPr>
    </w:p>
    <w:p w14:paraId="021FC88F" w14:textId="6230E1A4" w:rsidR="00C9644A" w:rsidRPr="004237FF" w:rsidRDefault="00C9644A" w:rsidP="00C61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>
        <w:rPr>
          <w:rFonts w:ascii="Arial" w:hAnsi="Arial" w:cs="Arial"/>
          <w:b/>
        </w:rPr>
        <w:t xml:space="preserve">ELEKTRONICKOU KOMUNIKACI </w:t>
      </w:r>
      <w:r w:rsidRPr="004237FF">
        <w:rPr>
          <w:rFonts w:ascii="Arial" w:hAnsi="Arial" w:cs="Arial"/>
          <w:b/>
        </w:rPr>
        <w:t xml:space="preserve">MEZI ZADAVATELEM A </w:t>
      </w:r>
      <w:r>
        <w:rPr>
          <w:rFonts w:ascii="Arial" w:hAnsi="Arial" w:cs="Arial"/>
          <w:b/>
        </w:rPr>
        <w:t>ÚČASTNÍKY</w:t>
      </w:r>
      <w:r w:rsidRPr="004237F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C9644A" w:rsidRPr="00BE2BA7" w14:paraId="22E99D20" w14:textId="77777777" w:rsidTr="00697CB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B679" w14:textId="77777777" w:rsidR="00C9644A" w:rsidRPr="001C0061" w:rsidRDefault="00C9644A" w:rsidP="00697CBF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ECF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8A589E9" w14:textId="77777777" w:rsidTr="00697CB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87B9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Pr="00626155">
              <w:rPr>
                <w:rStyle w:val="Znakapoznpodarou"/>
                <w:rFonts w:ascii="Arial" w:hAnsi="Arial" w:cs="Arial"/>
                <w:sz w:val="24"/>
              </w:rPr>
              <w:footnoteReference w:id="3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BFC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3F0EBF" w14:textId="77777777" w:rsidTr="00697CBF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82F8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16F9" w14:textId="77777777" w:rsidR="00C9644A" w:rsidRPr="00121E65" w:rsidRDefault="00C9644A" w:rsidP="00C9644A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>Doručení písemnosti na uveden</w:t>
            </w:r>
            <w:r>
              <w:rPr>
                <w:rFonts w:ascii="Arial" w:hAnsi="Arial" w:cs="Arial"/>
                <w:sz w:val="18"/>
                <w:szCs w:val="18"/>
              </w:rPr>
              <w:t>ou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nebo do datové schránky se považuje za doručení </w:t>
            </w:r>
            <w:r>
              <w:rPr>
                <w:rFonts w:ascii="Arial" w:hAnsi="Arial" w:cs="Arial"/>
                <w:sz w:val="18"/>
                <w:szCs w:val="18"/>
              </w:rPr>
              <w:t xml:space="preserve">všem </w:t>
            </w:r>
            <w:r w:rsidRPr="00121E65">
              <w:rPr>
                <w:rFonts w:ascii="Arial" w:hAnsi="Arial" w:cs="Arial"/>
                <w:sz w:val="18"/>
                <w:szCs w:val="18"/>
              </w:rPr>
              <w:t>účastník</w:t>
            </w:r>
            <w:r>
              <w:rPr>
                <w:rFonts w:ascii="Arial" w:hAnsi="Arial" w:cs="Arial"/>
                <w:sz w:val="18"/>
                <w:szCs w:val="18"/>
              </w:rPr>
              <w:t>ům společné nabídky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C258961" w14:textId="77777777" w:rsidR="00C9644A" w:rsidRDefault="00C9644A" w:rsidP="00C9644A">
      <w:pPr>
        <w:rPr>
          <w:rFonts w:ascii="Arial" w:hAnsi="Arial" w:cs="Arial"/>
          <w:b/>
        </w:rPr>
      </w:pPr>
    </w:p>
    <w:p w14:paraId="27143FD5" w14:textId="77777777" w:rsidR="00C9644A" w:rsidRDefault="00C9644A" w:rsidP="00C9644A">
      <w:pPr>
        <w:rPr>
          <w:rFonts w:ascii="Arial" w:hAnsi="Arial" w:cs="Arial"/>
          <w:b/>
        </w:rPr>
      </w:pPr>
    </w:p>
    <w:p w14:paraId="4994E0A6" w14:textId="77777777" w:rsidR="00C9644A" w:rsidRDefault="00C9644A" w:rsidP="00C9644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6F7B2455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22DBD86" w14:textId="77777777" w:rsidR="00C9644A" w:rsidRPr="00121E65" w:rsidRDefault="00456560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C9644A">
        <w:rPr>
          <w:rFonts w:ascii="Arial" w:hAnsi="Arial" w:cs="Arial"/>
          <w:b/>
          <w:i/>
          <w:sz w:val="24"/>
          <w:u w:val="single"/>
        </w:rPr>
        <w:t>odpis osoby oprávněné jednat a podepisovat jménem všech účastníků společné nabídky</w:t>
      </w:r>
      <w:r w:rsidR="00C9644A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4"/>
      </w:r>
      <w:r w:rsidR="00C9644A">
        <w:rPr>
          <w:rFonts w:ascii="Arial" w:hAnsi="Arial" w:cs="Arial"/>
          <w:b/>
          <w:i/>
          <w:sz w:val="24"/>
          <w:u w:val="single"/>
        </w:rPr>
        <w:t xml:space="preserve"> </w:t>
      </w:r>
      <w:r w:rsidR="00C9644A" w:rsidRPr="00121E65">
        <w:rPr>
          <w:rFonts w:ascii="Arial" w:hAnsi="Arial" w:cs="Arial"/>
          <w:sz w:val="24"/>
        </w:rPr>
        <w:t xml:space="preserve">         </w:t>
      </w:r>
    </w:p>
    <w:p w14:paraId="0FCCA635" w14:textId="77777777" w:rsidR="00C9644A" w:rsidRPr="00121E65" w:rsidRDefault="00C9644A" w:rsidP="00C9644A">
      <w:pPr>
        <w:ind w:left="4320"/>
        <w:rPr>
          <w:rFonts w:ascii="Arial" w:hAnsi="Arial" w:cs="Arial"/>
          <w:sz w:val="24"/>
        </w:rPr>
      </w:pPr>
    </w:p>
    <w:sectPr w:rsidR="00C9644A" w:rsidRPr="00121E65">
      <w:footerReference w:type="even" r:id="rId8"/>
      <w:footerReference w:type="default" r:id="rId9"/>
      <w:headerReference w:type="first" r:id="rId10"/>
      <w:pgSz w:w="11906" w:h="16838" w:code="9"/>
      <w:pgMar w:top="1440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B20CB" w14:textId="77777777" w:rsidR="00CD648B" w:rsidRDefault="00CD648B">
      <w:r>
        <w:separator/>
      </w:r>
    </w:p>
  </w:endnote>
  <w:endnote w:type="continuationSeparator" w:id="0">
    <w:p w14:paraId="4FFB0B52" w14:textId="77777777" w:rsidR="00CD648B" w:rsidRDefault="00CD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13FB1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F524DF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4BC50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0A91963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101A4" w14:textId="77777777" w:rsidR="00CD648B" w:rsidRDefault="00CD648B">
      <w:r>
        <w:separator/>
      </w:r>
    </w:p>
  </w:footnote>
  <w:footnote w:type="continuationSeparator" w:id="0">
    <w:p w14:paraId="209880F1" w14:textId="77777777" w:rsidR="00CD648B" w:rsidRDefault="00CD648B">
      <w:r>
        <w:continuationSeparator/>
      </w:r>
    </w:p>
  </w:footnote>
  <w:footnote w:id="1">
    <w:p w14:paraId="16B6819F" w14:textId="77777777" w:rsidR="00626155" w:rsidRDefault="00626155" w:rsidP="00626155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</w:t>
      </w:r>
      <w:r w:rsidR="00C9644A">
        <w:t xml:space="preserve">má zřízenu datovou schránku a který </w:t>
      </w:r>
      <w:r>
        <w:t>souhlasí se zasíláním informací o zadávacím řízení do svých datových schránek.</w:t>
      </w:r>
    </w:p>
    <w:p w14:paraId="72976E80" w14:textId="77777777" w:rsidR="00626155" w:rsidRDefault="00626155" w:rsidP="00626155">
      <w:pPr>
        <w:pStyle w:val="Textpoznpodarou"/>
      </w:pPr>
      <w:r>
        <w:t xml:space="preserve"> </w:t>
      </w:r>
    </w:p>
  </w:footnote>
  <w:footnote w:id="2">
    <w:p w14:paraId="3677181E" w14:textId="77777777" w:rsidR="005E7D6A" w:rsidRDefault="005E7D6A" w:rsidP="005E7D6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povinný, stvrzuje celý obsah podané nabídky</w:t>
      </w:r>
    </w:p>
    <w:p w14:paraId="11E4F4DE" w14:textId="77777777" w:rsidR="00626155" w:rsidRDefault="005E7D6A">
      <w:pPr>
        <w:pStyle w:val="Textpoznpodarou"/>
      </w:pPr>
      <w:r>
        <w:t xml:space="preserve"> </w:t>
      </w:r>
    </w:p>
  </w:footnote>
  <w:footnote w:id="3">
    <w:p w14:paraId="1792A472" w14:textId="77777777" w:rsidR="00C9644A" w:rsidRDefault="00C9644A" w:rsidP="00C9644A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má zřízenu datovou schránku a který souhlasí se zasíláním informací o zadávacím řízení do svých datových schránek.</w:t>
      </w:r>
    </w:p>
    <w:p w14:paraId="6FBB5AF0" w14:textId="77777777" w:rsidR="00C9644A" w:rsidRDefault="00C9644A" w:rsidP="00C9644A">
      <w:pPr>
        <w:pStyle w:val="Textpoznpodarou"/>
      </w:pPr>
      <w:r>
        <w:t xml:space="preserve"> </w:t>
      </w:r>
    </w:p>
  </w:footnote>
  <w:footnote w:id="4">
    <w:p w14:paraId="019CABDE" w14:textId="77777777" w:rsidR="005E7D6A" w:rsidRDefault="00C9644A" w:rsidP="00C9644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</w:t>
      </w:r>
      <w:r w:rsidR="005E7D6A">
        <w:t>povinný, stvrzuje celý obsah podané nabídky</w:t>
      </w:r>
    </w:p>
    <w:p w14:paraId="727A0EBB" w14:textId="77777777" w:rsidR="00C9644A" w:rsidRDefault="00C9644A" w:rsidP="00C9644A">
      <w:pPr>
        <w:pStyle w:val="Textpoznpodarou"/>
      </w:pPr>
      <w:r>
        <w:t>.</w:t>
      </w:r>
    </w:p>
    <w:p w14:paraId="4F9406C8" w14:textId="77777777" w:rsidR="00C9644A" w:rsidRDefault="00C9644A" w:rsidP="00C9644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FF721" w14:textId="77777777" w:rsidR="00A56475" w:rsidRDefault="00A56475">
    <w:pPr>
      <w:pStyle w:val="Zhlav"/>
    </w:pPr>
  </w:p>
  <w:p w14:paraId="0248985E" w14:textId="77777777" w:rsidR="00A56475" w:rsidRDefault="00A56475">
    <w:pPr>
      <w:pStyle w:val="Zhlav"/>
    </w:pPr>
  </w:p>
  <w:p w14:paraId="3609FD6E" w14:textId="77777777" w:rsidR="00A56475" w:rsidRDefault="00A56475">
    <w:pPr>
      <w:pStyle w:val="Zhlav"/>
    </w:pPr>
  </w:p>
  <w:p w14:paraId="384C300B" w14:textId="77777777" w:rsidR="00A56475" w:rsidRDefault="00A56475">
    <w:pPr>
      <w:pStyle w:val="Zhlav"/>
    </w:pPr>
  </w:p>
  <w:p w14:paraId="5DDBE0A0" w14:textId="77777777" w:rsidR="00A56475" w:rsidRDefault="00A56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A3831AB"/>
    <w:multiLevelType w:val="hybridMultilevel"/>
    <w:tmpl w:val="F6C206A6"/>
    <w:lvl w:ilvl="0" w:tplc="34DA152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978458116">
    <w:abstractNumId w:val="28"/>
  </w:num>
  <w:num w:numId="2" w16cid:durableId="665983058">
    <w:abstractNumId w:val="1"/>
  </w:num>
  <w:num w:numId="3" w16cid:durableId="1582715517">
    <w:abstractNumId w:val="32"/>
  </w:num>
  <w:num w:numId="4" w16cid:durableId="1192721100">
    <w:abstractNumId w:val="2"/>
  </w:num>
  <w:num w:numId="5" w16cid:durableId="16661106">
    <w:abstractNumId w:val="30"/>
  </w:num>
  <w:num w:numId="6" w16cid:durableId="958954792">
    <w:abstractNumId w:val="6"/>
  </w:num>
  <w:num w:numId="7" w16cid:durableId="2100056459">
    <w:abstractNumId w:val="7"/>
  </w:num>
  <w:num w:numId="8" w16cid:durableId="2026636454">
    <w:abstractNumId w:val="12"/>
  </w:num>
  <w:num w:numId="9" w16cid:durableId="994145816">
    <w:abstractNumId w:val="29"/>
  </w:num>
  <w:num w:numId="10" w16cid:durableId="927615730">
    <w:abstractNumId w:val="9"/>
  </w:num>
  <w:num w:numId="11" w16cid:durableId="1199127438">
    <w:abstractNumId w:val="0"/>
  </w:num>
  <w:num w:numId="12" w16cid:durableId="1429230101">
    <w:abstractNumId w:val="27"/>
  </w:num>
  <w:num w:numId="13" w16cid:durableId="1521236079">
    <w:abstractNumId w:val="16"/>
  </w:num>
  <w:num w:numId="14" w16cid:durableId="1146623340">
    <w:abstractNumId w:val="10"/>
  </w:num>
  <w:num w:numId="15" w16cid:durableId="1435594664">
    <w:abstractNumId w:val="11"/>
  </w:num>
  <w:num w:numId="16" w16cid:durableId="1116103225">
    <w:abstractNumId w:val="5"/>
  </w:num>
  <w:num w:numId="17" w16cid:durableId="287591057">
    <w:abstractNumId w:val="20"/>
  </w:num>
  <w:num w:numId="18" w16cid:durableId="509028083">
    <w:abstractNumId w:val="19"/>
  </w:num>
  <w:num w:numId="19" w16cid:durableId="170921702">
    <w:abstractNumId w:val="4"/>
  </w:num>
  <w:num w:numId="20" w16cid:durableId="763919840">
    <w:abstractNumId w:val="31"/>
  </w:num>
  <w:num w:numId="21" w16cid:durableId="1253464576">
    <w:abstractNumId w:val="13"/>
  </w:num>
  <w:num w:numId="22" w16cid:durableId="763107890">
    <w:abstractNumId w:val="22"/>
  </w:num>
  <w:num w:numId="23" w16cid:durableId="955872197">
    <w:abstractNumId w:val="25"/>
  </w:num>
  <w:num w:numId="24" w16cid:durableId="1324745487">
    <w:abstractNumId w:val="18"/>
  </w:num>
  <w:num w:numId="25" w16cid:durableId="1253975535">
    <w:abstractNumId w:val="21"/>
  </w:num>
  <w:num w:numId="26" w16cid:durableId="861170625">
    <w:abstractNumId w:val="3"/>
  </w:num>
  <w:num w:numId="27" w16cid:durableId="76485661">
    <w:abstractNumId w:val="15"/>
  </w:num>
  <w:num w:numId="28" w16cid:durableId="445268822">
    <w:abstractNumId w:val="26"/>
  </w:num>
  <w:num w:numId="29" w16cid:durableId="1257516106">
    <w:abstractNumId w:val="24"/>
  </w:num>
  <w:num w:numId="30" w16cid:durableId="24643623">
    <w:abstractNumId w:val="17"/>
  </w:num>
  <w:num w:numId="31" w16cid:durableId="963149516">
    <w:abstractNumId w:val="23"/>
  </w:num>
  <w:num w:numId="32" w16cid:durableId="67309793">
    <w:abstractNumId w:val="8"/>
  </w:num>
  <w:num w:numId="33" w16cid:durableId="1069036526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94A"/>
    <w:rsid w:val="000158EE"/>
    <w:rsid w:val="00025BCF"/>
    <w:rsid w:val="00027467"/>
    <w:rsid w:val="00040605"/>
    <w:rsid w:val="000411BD"/>
    <w:rsid w:val="0004296B"/>
    <w:rsid w:val="0004672A"/>
    <w:rsid w:val="0005589A"/>
    <w:rsid w:val="000646A6"/>
    <w:rsid w:val="00065CA1"/>
    <w:rsid w:val="00066145"/>
    <w:rsid w:val="00074DBB"/>
    <w:rsid w:val="000B134B"/>
    <w:rsid w:val="000B1C3E"/>
    <w:rsid w:val="000B5A57"/>
    <w:rsid w:val="000E0C5B"/>
    <w:rsid w:val="000E7C0F"/>
    <w:rsid w:val="0011265F"/>
    <w:rsid w:val="00121E65"/>
    <w:rsid w:val="001226D9"/>
    <w:rsid w:val="00123D1D"/>
    <w:rsid w:val="00143A25"/>
    <w:rsid w:val="001566E0"/>
    <w:rsid w:val="001579DF"/>
    <w:rsid w:val="00170A70"/>
    <w:rsid w:val="00170F44"/>
    <w:rsid w:val="001822D2"/>
    <w:rsid w:val="0018354E"/>
    <w:rsid w:val="00193DD1"/>
    <w:rsid w:val="00196ED2"/>
    <w:rsid w:val="001A20D6"/>
    <w:rsid w:val="001A791E"/>
    <w:rsid w:val="001B49CD"/>
    <w:rsid w:val="001C0061"/>
    <w:rsid w:val="00200AF9"/>
    <w:rsid w:val="00207B5F"/>
    <w:rsid w:val="00212450"/>
    <w:rsid w:val="00217CBC"/>
    <w:rsid w:val="00222675"/>
    <w:rsid w:val="0022493F"/>
    <w:rsid w:val="0022728B"/>
    <w:rsid w:val="0022732E"/>
    <w:rsid w:val="00264371"/>
    <w:rsid w:val="0026582A"/>
    <w:rsid w:val="002752CA"/>
    <w:rsid w:val="00276972"/>
    <w:rsid w:val="00277AAA"/>
    <w:rsid w:val="00277F52"/>
    <w:rsid w:val="00285B8F"/>
    <w:rsid w:val="00286086"/>
    <w:rsid w:val="002E29FF"/>
    <w:rsid w:val="002E3EE8"/>
    <w:rsid w:val="002E7D1F"/>
    <w:rsid w:val="002F62E8"/>
    <w:rsid w:val="00312015"/>
    <w:rsid w:val="0031204C"/>
    <w:rsid w:val="00314048"/>
    <w:rsid w:val="00317874"/>
    <w:rsid w:val="00322451"/>
    <w:rsid w:val="003244F0"/>
    <w:rsid w:val="003306C1"/>
    <w:rsid w:val="00340BC8"/>
    <w:rsid w:val="00344196"/>
    <w:rsid w:val="00352630"/>
    <w:rsid w:val="00361307"/>
    <w:rsid w:val="00361B38"/>
    <w:rsid w:val="00362AD6"/>
    <w:rsid w:val="0036405A"/>
    <w:rsid w:val="00364666"/>
    <w:rsid w:val="003D796A"/>
    <w:rsid w:val="003F0376"/>
    <w:rsid w:val="004237FF"/>
    <w:rsid w:val="00445E9C"/>
    <w:rsid w:val="004540E7"/>
    <w:rsid w:val="00456560"/>
    <w:rsid w:val="00474984"/>
    <w:rsid w:val="004866BB"/>
    <w:rsid w:val="004900CA"/>
    <w:rsid w:val="00497AAC"/>
    <w:rsid w:val="004A0E25"/>
    <w:rsid w:val="004A11E7"/>
    <w:rsid w:val="004B10CB"/>
    <w:rsid w:val="004B6F42"/>
    <w:rsid w:val="004C3542"/>
    <w:rsid w:val="004E4970"/>
    <w:rsid w:val="00511206"/>
    <w:rsid w:val="00512E27"/>
    <w:rsid w:val="005303A9"/>
    <w:rsid w:val="00542367"/>
    <w:rsid w:val="00546771"/>
    <w:rsid w:val="00554042"/>
    <w:rsid w:val="0055659B"/>
    <w:rsid w:val="00565D2F"/>
    <w:rsid w:val="005760E6"/>
    <w:rsid w:val="00577979"/>
    <w:rsid w:val="00591DA0"/>
    <w:rsid w:val="00594D35"/>
    <w:rsid w:val="005A4910"/>
    <w:rsid w:val="005D2466"/>
    <w:rsid w:val="005D599F"/>
    <w:rsid w:val="005E4240"/>
    <w:rsid w:val="005E442D"/>
    <w:rsid w:val="005E7D6A"/>
    <w:rsid w:val="005F0B4C"/>
    <w:rsid w:val="005F2F05"/>
    <w:rsid w:val="0060213F"/>
    <w:rsid w:val="006070D6"/>
    <w:rsid w:val="00617776"/>
    <w:rsid w:val="00626155"/>
    <w:rsid w:val="00633249"/>
    <w:rsid w:val="006662AC"/>
    <w:rsid w:val="00682477"/>
    <w:rsid w:val="00697CBF"/>
    <w:rsid w:val="006B3B09"/>
    <w:rsid w:val="006B4414"/>
    <w:rsid w:val="006B701C"/>
    <w:rsid w:val="006C39EE"/>
    <w:rsid w:val="006C7BED"/>
    <w:rsid w:val="006D538F"/>
    <w:rsid w:val="00704EFE"/>
    <w:rsid w:val="00727454"/>
    <w:rsid w:val="00763689"/>
    <w:rsid w:val="0077213F"/>
    <w:rsid w:val="007825EE"/>
    <w:rsid w:val="007A4799"/>
    <w:rsid w:val="007C15DE"/>
    <w:rsid w:val="007C3B2C"/>
    <w:rsid w:val="007E2AEF"/>
    <w:rsid w:val="008027C0"/>
    <w:rsid w:val="008060A6"/>
    <w:rsid w:val="00810FC9"/>
    <w:rsid w:val="008351AF"/>
    <w:rsid w:val="00841178"/>
    <w:rsid w:val="0088093E"/>
    <w:rsid w:val="0088197C"/>
    <w:rsid w:val="00891955"/>
    <w:rsid w:val="008A1FE7"/>
    <w:rsid w:val="008A623F"/>
    <w:rsid w:val="008B65C8"/>
    <w:rsid w:val="008E2123"/>
    <w:rsid w:val="008E6522"/>
    <w:rsid w:val="008F294A"/>
    <w:rsid w:val="008F294E"/>
    <w:rsid w:val="008F3B00"/>
    <w:rsid w:val="009018AF"/>
    <w:rsid w:val="009112B1"/>
    <w:rsid w:val="00937A45"/>
    <w:rsid w:val="009426E9"/>
    <w:rsid w:val="00981B13"/>
    <w:rsid w:val="009B2ACA"/>
    <w:rsid w:val="009B2B85"/>
    <w:rsid w:val="009D4F1B"/>
    <w:rsid w:val="009E5486"/>
    <w:rsid w:val="00A00686"/>
    <w:rsid w:val="00A00A97"/>
    <w:rsid w:val="00A15FE5"/>
    <w:rsid w:val="00A2201C"/>
    <w:rsid w:val="00A32B7D"/>
    <w:rsid w:val="00A53C40"/>
    <w:rsid w:val="00A56475"/>
    <w:rsid w:val="00A62CE6"/>
    <w:rsid w:val="00A67AB7"/>
    <w:rsid w:val="00A70602"/>
    <w:rsid w:val="00A9144B"/>
    <w:rsid w:val="00AA2928"/>
    <w:rsid w:val="00AA59B2"/>
    <w:rsid w:val="00AB0BA0"/>
    <w:rsid w:val="00AB6825"/>
    <w:rsid w:val="00AC7431"/>
    <w:rsid w:val="00AE1D1C"/>
    <w:rsid w:val="00AE4D34"/>
    <w:rsid w:val="00AF290A"/>
    <w:rsid w:val="00AF4E7B"/>
    <w:rsid w:val="00AF4F8D"/>
    <w:rsid w:val="00AF5611"/>
    <w:rsid w:val="00B1055B"/>
    <w:rsid w:val="00B16DE5"/>
    <w:rsid w:val="00B16F02"/>
    <w:rsid w:val="00B37919"/>
    <w:rsid w:val="00B4612C"/>
    <w:rsid w:val="00B56119"/>
    <w:rsid w:val="00B74926"/>
    <w:rsid w:val="00B81F06"/>
    <w:rsid w:val="00B927D5"/>
    <w:rsid w:val="00BA2830"/>
    <w:rsid w:val="00BB489A"/>
    <w:rsid w:val="00BB7098"/>
    <w:rsid w:val="00BC57C9"/>
    <w:rsid w:val="00BE2BA7"/>
    <w:rsid w:val="00C14487"/>
    <w:rsid w:val="00C35697"/>
    <w:rsid w:val="00C379C4"/>
    <w:rsid w:val="00C5332C"/>
    <w:rsid w:val="00C61677"/>
    <w:rsid w:val="00C616A0"/>
    <w:rsid w:val="00C64508"/>
    <w:rsid w:val="00C659CE"/>
    <w:rsid w:val="00C67729"/>
    <w:rsid w:val="00C811C2"/>
    <w:rsid w:val="00C87D8A"/>
    <w:rsid w:val="00C9323C"/>
    <w:rsid w:val="00C93B9A"/>
    <w:rsid w:val="00C9644A"/>
    <w:rsid w:val="00C972A8"/>
    <w:rsid w:val="00CB021C"/>
    <w:rsid w:val="00CB0C4E"/>
    <w:rsid w:val="00CB190F"/>
    <w:rsid w:val="00CB3C76"/>
    <w:rsid w:val="00CD1DEB"/>
    <w:rsid w:val="00CD4448"/>
    <w:rsid w:val="00CD648B"/>
    <w:rsid w:val="00CE3B39"/>
    <w:rsid w:val="00CF22EB"/>
    <w:rsid w:val="00CF2968"/>
    <w:rsid w:val="00D259B9"/>
    <w:rsid w:val="00D3160D"/>
    <w:rsid w:val="00D33E18"/>
    <w:rsid w:val="00D445B7"/>
    <w:rsid w:val="00D44909"/>
    <w:rsid w:val="00D5331C"/>
    <w:rsid w:val="00D70613"/>
    <w:rsid w:val="00D739FA"/>
    <w:rsid w:val="00D96246"/>
    <w:rsid w:val="00DC0676"/>
    <w:rsid w:val="00DC188D"/>
    <w:rsid w:val="00DF002E"/>
    <w:rsid w:val="00E16A00"/>
    <w:rsid w:val="00E25BA4"/>
    <w:rsid w:val="00E26F24"/>
    <w:rsid w:val="00E31AF0"/>
    <w:rsid w:val="00E37E07"/>
    <w:rsid w:val="00E4269C"/>
    <w:rsid w:val="00E539B7"/>
    <w:rsid w:val="00E613AF"/>
    <w:rsid w:val="00E6673D"/>
    <w:rsid w:val="00E7265F"/>
    <w:rsid w:val="00E90F40"/>
    <w:rsid w:val="00E94EDE"/>
    <w:rsid w:val="00E97F44"/>
    <w:rsid w:val="00EA31AD"/>
    <w:rsid w:val="00EA479C"/>
    <w:rsid w:val="00EB0315"/>
    <w:rsid w:val="00EB2ACA"/>
    <w:rsid w:val="00EB2E59"/>
    <w:rsid w:val="00EB6029"/>
    <w:rsid w:val="00EC28BD"/>
    <w:rsid w:val="00ED1C0F"/>
    <w:rsid w:val="00EE498A"/>
    <w:rsid w:val="00EF2604"/>
    <w:rsid w:val="00EF2991"/>
    <w:rsid w:val="00EF3D6B"/>
    <w:rsid w:val="00F03E57"/>
    <w:rsid w:val="00F054B6"/>
    <w:rsid w:val="00F10D61"/>
    <w:rsid w:val="00F14B5E"/>
    <w:rsid w:val="00F2627D"/>
    <w:rsid w:val="00F2644F"/>
    <w:rsid w:val="00F31BD4"/>
    <w:rsid w:val="00F35989"/>
    <w:rsid w:val="00F35A79"/>
    <w:rsid w:val="00F548AF"/>
    <w:rsid w:val="00F60D06"/>
    <w:rsid w:val="00F74885"/>
    <w:rsid w:val="00F83F48"/>
    <w:rsid w:val="00F86F8A"/>
    <w:rsid w:val="00FA1F66"/>
    <w:rsid w:val="00FA3F0F"/>
    <w:rsid w:val="00FB19DA"/>
    <w:rsid w:val="00FB76DB"/>
    <w:rsid w:val="00FB7E48"/>
    <w:rsid w:val="00FC3D75"/>
    <w:rsid w:val="00FC7BB1"/>
    <w:rsid w:val="00FE44A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194C89CF"/>
  <w15:docId w15:val="{1B5EEBB7-0EC1-49FF-AF0A-03B39180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5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986BB-D72A-4012-8108-C6EE4FE78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17</TotalTime>
  <Pages>3</Pages>
  <Words>191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RTS spol. s r.o.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RTS, a.s.</dc:creator>
  <cp:keywords/>
  <cp:lastModifiedBy>Roman Hlaváč</cp:lastModifiedBy>
  <cp:revision>26</cp:revision>
  <cp:lastPrinted>2010-07-30T09:22:00Z</cp:lastPrinted>
  <dcterms:created xsi:type="dcterms:W3CDTF">2020-12-21T07:12:00Z</dcterms:created>
  <dcterms:modified xsi:type="dcterms:W3CDTF">2023-01-13T07:55:00Z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iWJ1ciNC0v1h/u2byMPbfanMIsG80vG+D6yUZQsnjg7qImAfAvnB+zv33sGlyPRhfvo2K50j831qJ056n7ELMfmV47aZoecF7ZTGV53nu/7YrGlVJ8zjiIPRhJgopbW+/B9O+2tmiLEfzC6APwgft49Bqe1MRU9B0LwOIMuscvwZAn8CzC2oqhHjbCrwT7uJ</vt:lpwstr>
  </property>
</Properties>
</file>